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74457" w14:textId="77777777" w:rsidR="00075509" w:rsidRPr="00075509" w:rsidRDefault="00075509" w:rsidP="0007550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7550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SARS-CoV-2/human/USA/MD-CDC-LC0015967/2021 ORF1ab polyprotein (ORF1ab), ORF1a polyprotein (ORF1ab), surface glycoprotein (S), ORF3a protein (ORF3a), envelope protein (E), membrane glycoprotein (M), ORF6 p...</w:t>
      </w:r>
    </w:p>
    <w:p w14:paraId="2075AA41" w14:textId="77777777" w:rsidR="00075509" w:rsidRPr="00075509" w:rsidRDefault="00075509" w:rsidP="0007550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t>GenBank: MW721502.1</w:t>
      </w:r>
    </w:p>
    <w:p w14:paraId="5D1141C6" w14:textId="77777777" w:rsidR="00075509" w:rsidRPr="00075509" w:rsidRDefault="00075509" w:rsidP="0007550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"https://www.ncbi.nlm.nih.gov/nuccore/MW721502.1?report=fasta" </w:instrText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55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"https://www.ncbi.nlm.nih.gov/nuccore/MW721502.1?report=graph" </w:instrText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55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721502.1"/>
    <w:bookmarkEnd w:id="1"/>
    <w:p w14:paraId="7A1531AD" w14:textId="77777777" w:rsidR="00075509" w:rsidRPr="00075509" w:rsidRDefault="00075509" w:rsidP="0007550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"https://www.ncbi.nlm.nih.gov/nuccore/MW721502.1" \l "goto1999615096_0" </w:instrText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7550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7550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A1FB78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LOCUS       MW721502               29695 bp    RNA     linear   VRL 27-JUL-2021</w:t>
      </w:r>
    </w:p>
    <w:p w14:paraId="4DCF9AD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07509A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SARS-CoV-2/human/USA/MD-CDC-LC0015967/2021 ORF1ab polyprotein</w:t>
      </w:r>
    </w:p>
    <w:p w14:paraId="1500C8D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A2623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43EB39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747C812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67743C3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7137E67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ACCESSION   MW721502</w:t>
      </w:r>
    </w:p>
    <w:p w14:paraId="0891828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VERSION     MW721502.1</w:t>
      </w:r>
    </w:p>
    <w:p w14:paraId="5149557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560FA6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472BC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BDE7D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074ABA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6EAF41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EA249C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29695)</w:t>
      </w:r>
    </w:p>
    <w:p w14:paraId="02F53F1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Howard,D.T., Batra,D., Rambo-Martin,B.L., Agarwal,M.,</w:t>
      </w:r>
    </w:p>
    <w:p w14:paraId="15815EF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F252A3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FD21DF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6AD50C6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Jain,M., Kolli,M.,</w:t>
      </w:r>
    </w:p>
    <w:p w14:paraId="0A49028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Krueger,B., Kuphal,T., Letovsky,S., Levandoski,M., Lukasik,C.,</w:t>
      </w:r>
    </w:p>
    <w:p w14:paraId="2DF23F9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Meltzer,J., Norvell,B., Nye,M., Parker,S., Petropoulos,C.,</w:t>
      </w:r>
    </w:p>
    <w:p w14:paraId="417F7D0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Pruitt,J., Ragan,S., Ryan,S., Sapeta,M., Schroth,J.,</w:t>
      </w:r>
    </w:p>
    <w:p w14:paraId="52ECF75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Selvaraju,S.B., Stevovic,G., Suchanek,A., Throop,A., Tilson,L.,</w:t>
      </w:r>
    </w:p>
    <w:p w14:paraId="67DAD25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Urban,T., Voshell,J., Wagner,K., Williams,J., Williamson,M.,</w:t>
      </w:r>
    </w:p>
    <w:p w14:paraId="50C399A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Zeng,Q., Zwiefelhofer,T., Paden,C.R., Tong,S. and MacCannell,D.</w:t>
      </w:r>
    </w:p>
    <w:p w14:paraId="7AEBBF1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10FB4F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29F5F0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29695)</w:t>
      </w:r>
    </w:p>
    <w:p w14:paraId="070E22F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Howard,D.T., Batra,D., Rambo-Martin,B.L., Agarwal,M.,</w:t>
      </w:r>
    </w:p>
    <w:p w14:paraId="4460C5E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4F9637F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50EEE0C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731A2B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Jain,M., Kolli,M.,</w:t>
      </w:r>
    </w:p>
    <w:p w14:paraId="463BDBF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Krueger,B., Kuphal,T., Letovsky,S., Levandoski,M., Lukasik,C.,</w:t>
      </w:r>
    </w:p>
    <w:p w14:paraId="0173317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Meltzer,J., Norvell,B., Nye,M., Parker,S., Petropoulos,C.,</w:t>
      </w:r>
    </w:p>
    <w:p w14:paraId="3B3E1AD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Pruitt,J., Ragan,S., Ryan,S., Sapeta,M., Schroth,J.,</w:t>
      </w:r>
    </w:p>
    <w:p w14:paraId="58989E2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Selvaraju,S.B., Stevovic,G., Suchanek,A., Throop,A., Tilson,L.,</w:t>
      </w:r>
    </w:p>
    <w:p w14:paraId="71F8CAC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Urban,T., Voshell,J., Wagner,K., Williams,J., Williamson,M.,</w:t>
      </w:r>
    </w:p>
    <w:p w14:paraId="708861D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Zeng,Q., Zwiefelhofer,T., Paden,C.R., Tong,S. and MacCannell,D.</w:t>
      </w:r>
    </w:p>
    <w:p w14:paraId="3B1DCF9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1B0C78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(09-MAR-2021) Respiratory Viruses Branch, Centers for</w:t>
      </w:r>
    </w:p>
    <w:p w14:paraId="75E2E49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1C69A78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1C4C582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721502.1"/>
      <w:bookmarkEnd w:id="2"/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DFC5C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EB296A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</w:t>
      </w:r>
    </w:p>
    <w:p w14:paraId="4449F26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3E48D8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721502.1"/>
      <w:bookmarkEnd w:id="3"/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215DAB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1..29695</w:t>
      </w:r>
    </w:p>
    <w:p w14:paraId="2B748F8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1B3CB5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98DC95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F72C41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/isolate="SARS-CoV-2/human/USA/MD-CDC-LC0015967/2021"</w:t>
      </w:r>
    </w:p>
    <w:p w14:paraId="60D8540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61C95E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1B0182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9AC04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Maryland"</w:t>
      </w:r>
    </w:p>
    <w:p w14:paraId="4ACFE57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/collection_date="2021-02-10"</w:t>
      </w:r>
    </w:p>
    <w:p w14:paraId="24A31F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"https://www.ncbi.nlm.nih.gov/nuccore/MW721502.1?from=212&amp;to=21492"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2109162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A3C5F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"https://www.ncbi.nlm.nih.gov/nuccore/MW721502.1?location=212:13405,13405:21492"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49EE488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606A7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EE1E6E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64B75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/product="ORF1ab polyprotein"</w:t>
      </w:r>
    </w:p>
    <w:p w14:paraId="11DA42B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"https://www.ncbi.nlm.nih.gov/protein/1999615097"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QST07189.1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3E7D0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14EB2B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32AA2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5B051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831408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24856B2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D6BED5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07DE5D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LKTILRKGGRTIAFGGCVFSYVGCHNKCAYWVPRASANIGCNHTGIVGEGSEGLNDNL</w:t>
      </w:r>
    </w:p>
    <w:p w14:paraId="18E7803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42F65C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6121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E4CE03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641801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9DC708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8D5303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5A7E4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F0553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30311B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7CBDD1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2EEABD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943AFE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4BEEA8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B376EA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89D701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AE2C1C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830E6C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7133BC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EA5F4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555C99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NLHEGKTFYVLPNDDTLRVEAFEYYHTTDPSFLGRYMSALNHTKNWKYPQVNGLTSIK</w:t>
      </w:r>
    </w:p>
    <w:p w14:paraId="6722579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B86A06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6C589B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341A8B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F36AB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53068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2EBE3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4414E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7E2C25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146C7C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36A989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B6C084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IQITISSFKWDLTAFGLVAEWFLAYILFTRFFYVLGLAAIMQLFFSYFAVHFISNSWL</w:t>
      </w:r>
    </w:p>
    <w:p w14:paraId="2A878E6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D6FA94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FBD5BF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E7EBAE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ED5CA8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AC83C6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EC1B8D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8DE161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B02F48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B6AEBE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FE7E9B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EFCBB5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50ABA72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6437BB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92DDD9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F9A52A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5E60B87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F9270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6FFA3BF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DDB9B1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CD9C74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9BDD2D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24F68B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B70F4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7681DB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047DEA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0356DD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CC445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0A90CE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061596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1B0A48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0A3D70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87C420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1FD689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1A19B9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FD9E8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5C627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DE401C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F240B9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4DCE4A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193D149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74ACB1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VHNQDVNLHSSRLSFKELLVYAADPAMHAASGNLLLDKRTTCFSVAALTNNVAFQTVK</w:t>
      </w:r>
    </w:p>
    <w:p w14:paraId="6B5E88C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4B1F61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5A3A820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19B572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F6B62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5B7B1E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33071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488277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65DF4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D7382B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36ADA3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543004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66E340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CCFC08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9199A7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64698A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5D5AE99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03C095D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E41D56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EA4273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A80F9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50FD81E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86E2C4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5A4743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10AF0B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BC27A8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EE4185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F858B8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5146AB6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F2AAE2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436864F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16F70EB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EFB221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356E5D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7BCC9D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09726C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1B8521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731874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220AFE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B09E2D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550912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"https://www.ncbi.nlm.nih.gov/protein/QST07189.1?from=1&amp;to=180"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EDE25D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4B5F8A2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44694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"https://www.ncbi.nlm.nih.gov/protein/QST07189.1?from=181&amp;to=818"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7A8720C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0172A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9803A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"https://www.ncbi.nlm.nih.gov/protein/QST07189.1?from=819&amp;to=2763"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1CFE93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33BA6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81E05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"https://www.ncbi.nlm.nih.gov/protein/QST07189.1?from=2764&amp;to=3263"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4087ACC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FBA22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88D94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"https://www.ncbi.nlm.nih.gov/protein/QST07189.1?from=3264&amp;to=3569"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1403951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7A69B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3688B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"https://www.ncbi.nlm.nih.gov/protein/QST07189.1?from=3570&amp;to=3856"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626C7C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CA7F6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B8633A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"https://www.ncbi.nlm.nih.gov/protein/QST07189.1?from=3857&amp;to=3939"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4679B34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FFB3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CB65FC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"https://www.ncbi.nlm.nih.gov/protein/QST07189.1?from=3940&amp;to=4137"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B8612F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353B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C00861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"https://www.ncbi.nlm.nih.gov/protein/QST07189.1?from=4138&amp;to=4250"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2B246FE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E4D09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82255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"https://www.ncbi.nlm.nih.gov/protein/QST07189.1?from=4251&amp;to=4389"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848D84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9DAC8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4EF97B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"https://www.ncbi.nlm.nih.gov/protein/QST07189.1?from=4390&amp;to=5321"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169D4DE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3919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8B5C19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"https://www.ncbi.nlm.nih.gov/protein/QST07189.1?from=5322&amp;to=5922"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3FD0DFB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22BD0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EBB929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"https://www.ncbi.nlm.nih.gov/protein/QST07189.1?from=5923&amp;to=6449"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4CF254E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B13EA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5BC45E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"https://www.ncbi.nlm.nih.gov/protein/QST07189.1?from=6450&amp;to=6795"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12D1CD1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B4B01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FD4FF1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"https://www.ncbi.nlm.nih.gov/protein/QST07189.1?from=6796&amp;to=7093"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394AAB7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0A097C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BEA57F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"https://www.ncbi.nlm.nih.gov/nuccore/MW721502.1?from=212&amp;to=13420"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583DC04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063A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FD171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16A66A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"https://www.ncbi.nlm.nih.gov/protein/1999615098"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QST07190.1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F0E41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96B34E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0D84C2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4EDE7F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5E8648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6F65E75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3699D8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5CDD7B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LKTILRKGGRTIAFGGCVFSYVGCHNKCAYWVPRASANIGCNHTGIVGEGSEGLNDNL</w:t>
      </w:r>
    </w:p>
    <w:p w14:paraId="74D8F80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2B0AE5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F1C17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3C5B8F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55C98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D20114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244ED6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19552D6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BB110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A89CA4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3220C9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49CDE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66DEB7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1EF236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2ED5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5BBC5D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A1DB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F77CD8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215B00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50DF41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35A45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NLHEGKTFYVLPNDDTLRVEAFEYYHTTDPSFLGRYMSALNHTKNWKYPQVNGLTSIK</w:t>
      </w:r>
    </w:p>
    <w:p w14:paraId="39360C0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77D72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58614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3C71C4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894C5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E640DC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F70427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KPVETSNSFDVLKSEDAQGMDNLACEDLKPVSEEVVENPTIQKDVLECNVKTTEVVGD</w:t>
      </w:r>
    </w:p>
    <w:p w14:paraId="30B370A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EF690A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41982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1B9353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93AA34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9965B5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83A16A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784EC8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173A0D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BECF8E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D153EE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31B42B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7DA563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E2B6F7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36064D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408D3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1B382C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3EACAB1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012C5DF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E1C65B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2776A7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7A3CFB2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07D446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30B5962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14E509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476F62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2CDA6E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68803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B0843D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71F8F4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0C99B5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15A64E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3DDC02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D21173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983A52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A63371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B460FB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9D540C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522408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E130E2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C13D3F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1FB6F7E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"https://www.ncbi.nlm.nih.gov/protein/QST07190.1?from=1&amp;to=180"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4952399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78C87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EAFA9A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"https://www.ncbi.nlm.nih.gov/protein/QST07190.1?from=181&amp;to=818"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40BD0C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54E76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83DA84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"https://www.ncbi.nlm.nih.gov/protein/QST07190.1?from=819&amp;to=2763"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606E0B3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1A2E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1C4961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"https://www.ncbi.nlm.nih.gov/protein/QST07190.1?from=2764&amp;to=3263"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7DC0014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FE98E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73BA25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"https://www.ncbi.nlm.nih.gov/protein/QST07190.1?from=3264&amp;to=3569"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5CEC83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3575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49BA13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"https://www.ncbi.nlm.nih.gov/protein/QST07190.1?from=3570&amp;to=3856"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2185972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05500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FDCA6C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"https://www.ncbi.nlm.nih.gov/protein/QST07190.1?from=3857&amp;to=3939"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7EF66E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070C7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C7518E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"https://www.ncbi.nlm.nih.gov/protein/QST07190.1?from=3940&amp;to=4137"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1349253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24A96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182F39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"https://www.ncbi.nlm.nih.gov/protein/QST07190.1?from=4138&amp;to=4250"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07C88DC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F4BB0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B8C9C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"https://www.ncbi.nlm.nih.gov/protein/QST07190.1?from=4251&amp;to=4389"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22227C6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0BB82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CA4EBE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"https://www.ncbi.nlm.nih.gov/protein/QST07190.1?from=4390&amp;to=4402"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5DFC375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E5019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F7BD68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"https://www.ncbi.nlm.nih.gov/nuccore/MW721502.1?from=13413&amp;to=13440"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4CE1C18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C917D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CA4E38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CBAA4D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"https://www.ncbi.nlm.nih.gov/nuccore/MW721502.1?from=13425&amp;to=13479"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3F5389C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DA5D4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E3A5F6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06A41F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"https://www.ncbi.nlm.nih.gov/nuccore/MW721502.1?from=21500&amp;to=25312"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3770976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/gene="S"</w:t>
      </w:r>
    </w:p>
    <w:p w14:paraId="756C8CE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"https://www.ncbi.nlm.nih.gov/nuccore/MW721502.1?from=21500&amp;to=25312"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60664EE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FED33B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E5670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0AEE4F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"https://www.ncbi.nlm.nih.gov/protein/1999615099"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QST07191.1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93AF8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CC0A96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SSVLHSTQDLFLPFFSNVTWFHAIHVSGTNGTKRFANPVLPFNDGVYFASTEKSNIIR</w:t>
      </w:r>
    </w:p>
    <w:p w14:paraId="263091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305C82A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SSANNCTFEYVSQPFLMDLEGKQGNFKNLREFVFKNIDGYFKIYSKHTPINLVRGLPQ</w:t>
      </w:r>
    </w:p>
    <w:p w14:paraId="680C226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GFSALEPLVDLPIGINITRFQTLHRSYLTPGDSSSGWTAGAAAYYVGYLQPRTFLLKY</w:t>
      </w:r>
    </w:p>
    <w:p w14:paraId="34914B1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4FACAF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644900C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YADSFVIRGDEVRQIAPGQTGNIADYNYKLPDDFTGCVIAWNSNNLDSKVGGNYNYLY</w:t>
      </w:r>
    </w:p>
    <w:p w14:paraId="5FAFC21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RLFRKSNLKPFERDISTEIYQAGSTPCNGVKGFNCYFPLQSYGFQPTYGVGYQPYRVV</w:t>
      </w:r>
    </w:p>
    <w:p w14:paraId="74B5A02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6CCFF8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173F3D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QLTPTWRVYSTGSNVFQTRAGCLIGAEHVNNSYECDIPIGAGICASYQTQTNSPRRAR</w:t>
      </w:r>
    </w:p>
    <w:p w14:paraId="485DC36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SVASQSIIAYTMSLGVENSVAYSNNSIAIPTNFTISVTTEILPVSMTKTSVDCTMYIC</w:t>
      </w:r>
    </w:p>
    <w:p w14:paraId="501D8FB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GDSTECSNLLLQYGSFCTQLNRALTGIAVEQDKNTQEVFAQVKQIYKTPPIKDFGGFN</w:t>
      </w:r>
    </w:p>
    <w:p w14:paraId="191F6F1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5F6B39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45515C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0F305BC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D3E239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3E7E4B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23F302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D272DE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31983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4E37F0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"https://www.ncbi.nlm.nih.gov/nuccore/MW721502.1?from=25321&amp;to=26148"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668E45E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B1BA3F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"https://www.ncbi.nlm.nih.gov/nuccore/MW721502.1?from=25321&amp;to=26148"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6E6F76F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534531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63DC4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906DB4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QST07192.1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17D9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8F9933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9911F5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F6CF4B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NSVTSSIVITLGDGTTSPISEHDYQIGGYTEKWESGVKDCVVLHSYFTSDYYQLYSTQ</w:t>
      </w:r>
    </w:p>
    <w:p w14:paraId="01F5310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LSTDTGVEHVTFFIYNKIVDEPEEHVQIHTIDGSSGVFNPVMEPIYDEPTTTTSVPL"</w:t>
      </w:r>
    </w:p>
    <w:p w14:paraId="3667A36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"https://www.ncbi.nlm.nih.gov/nuccore/MW721502.1?from=26173&amp;to=26400"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40F38A0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/gene="E"</w:t>
      </w:r>
    </w:p>
    <w:p w14:paraId="5A03B59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"https://www.ncbi.nlm.nih.gov/nuccore/MW721502.1?from=26173&amp;to=26400"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5B5B3E4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670CF0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C34A4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F06A1D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"https://www.ncbi.nlm.nih.gov/protein/1999615101"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QST07193.1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7AEF6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733FDEE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NIVNVSLVKPSFYVYSRVKNLNSSRVLDLLV"</w:t>
      </w:r>
    </w:p>
    <w:p w14:paraId="7457D1A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"https://www.ncbi.nlm.nih.gov/nuccore/MW721502.1?from=26451&amp;to=27119"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681316A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F5847C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"https://www.ncbi.nlm.nih.gov/nuccore/MW721502.1?from=26451&amp;to=27119"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38C5771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A76FEE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1ECC2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28B9A6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QST07194.1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AF939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6ABE2C2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1CB17AC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FC05E6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1F2E9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F01B51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"https://www.ncbi.nlm.nih.gov/nuccore/MW721502.1?from=27130&amp;to=27315"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4F8C56F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5F143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"https://www.ncbi.nlm.nih.gov/nuccore/MW721502.1?from=27130&amp;to=27315"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23B1DD0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979A0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0D311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72247E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"https://www.ncbi.nlm.nih.gov/protein/1999615103"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QST07195.1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2D5A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BF0558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E0F3C9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"https://www.ncbi.nlm.nih.gov/nuccore/MW721502.1?from=27322&amp;to=27687"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19937CE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A2BE89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"https://www.ncbi.nlm.nih.gov/nuccore/MW721502.1?from=27322&amp;to=27687"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11878D1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3BFB0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1A0F5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2CA4CC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"https://www.ncbi.nlm.nih.gov/protein/1999615104"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QST07196.1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EF2FA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404D61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8960CE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F796D4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"https://www.ncbi.nlm.nih.gov/nuccore/MW721502.1?from=27684&amp;to=27815"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60613C2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4D0FA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"https://www.ncbi.nlm.nih.gov/nuccore/MW721502.1?from=27684&amp;to=27815"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605DC2E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/gene="ORF7b"</w:t>
      </w:r>
    </w:p>
    <w:p w14:paraId="080AAD8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AEC6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13C5C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"https://www.ncbi.nlm.nih.gov/protein/1999615105"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QST07197.1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981BA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B6A530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"https://www.ncbi.nlm.nih.gov/nuccore/MW721502.1?from=27822&amp;to=28187"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48FF05B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A8AE15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"https://www.ncbi.nlm.nih.gov/nuccore/MW721502.1?from=27822&amp;to=28187"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3CF4D39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65952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16EDF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DB370C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"https://www.ncbi.nlm.nih.gov/protein/1999615106"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QST07198.1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F937B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EDA2EC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341925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596D10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"https://www.ncbi.nlm.nih.gov/nuccore/MW721502.1?from=28202&amp;to=29461"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28202..29461</w:t>
      </w:r>
    </w:p>
    <w:p w14:paraId="15DD6B0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A5EFC6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"https://www.ncbi.nlm.nih.gov/nuccore/MW721502.1?from=28202&amp;to=29461"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28202..29461</w:t>
      </w:r>
    </w:p>
    <w:p w14:paraId="5906AD2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02C820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8666B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D1E8E3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"https://www.ncbi.nlm.nih.gov/protein/1999615107"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QST07199.1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42757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68A1843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175A02F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7331183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3D7B0FA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35148ED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0B90D7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0646B15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610E8DC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"https://www.ncbi.nlm.nih.gov/nuccore/MW721502.1?from=29486&amp;to=29602"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0662F5F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82242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"https://www.ncbi.nlm.nih.gov/nuccore/MW721502.1?from=29486&amp;to=29602"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24B19A7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7FF78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482BF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FCBA3D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"https://www.ncbi.nlm.nih.gov/protein/1999615108"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QST07200.1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58FAF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A9FE43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"https://www.ncbi.nlm.nih.gov/nuccore/MW721502.1?from=29537&amp;to=29572"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5302E4B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10CAC4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E38EB7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"https://www.ncbi.nlm.nih.gov/nuccore/MW721502.1?from=29557&amp;to=29585"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78AD1FD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24AC95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BE9F0A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"https://www.ncbi.nlm.nih.gov/nuccore/MW721502.1?from=29656&amp;to=29695" </w:instrTex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7550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29656..&gt;29695</w:t>
      </w:r>
    </w:p>
    <w:p w14:paraId="28C27D3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84B013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07BAC4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721502.1"/>
      <w:bookmarkEnd w:id="4"/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38DB4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gagtaactct</w:t>
      </w:r>
    </w:p>
    <w:p w14:paraId="0E4CCB3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331DFA1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010A13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390543B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1A0369F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1004AD1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1E70A04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61C1664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537CE11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agctggcggc catagttacg gcgccgatct aaagtcattt gacttaggcg acgagcttgg</w:t>
      </w:r>
    </w:p>
    <w:p w14:paraId="78D43DD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15659E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68C478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544997F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658D04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83B07F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4BAC5B5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E396B6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6BD9405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0886ADE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31CAAF2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7AED13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189C5D6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1B91EE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75E2500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gtattgttgg agaaggttcc gaaggtctta atgacaacct</w:t>
      </w:r>
    </w:p>
    <w:p w14:paraId="06247EB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411E4DF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42A1862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49A51B7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5E1BFAD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727252E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6E286F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5B6063B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1BDDF68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2D46DEA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2D9599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74E6E9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2221 aattaaggag agtgttcaga cattctttaa gcttgtaaat aaatttttgg ctttgtgtgc</w:t>
      </w:r>
    </w:p>
    <w:p w14:paraId="56F558F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1D61F75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525A534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6E3A2EC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9223E0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41B3289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tggtaactaa</w:t>
      </w:r>
    </w:p>
    <w:p w14:paraId="1129786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EFD0D2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4CEEE6D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041B87A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2F2EC8B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30D6C1D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39D61E4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654823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5313DAC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3BBC247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3BCF907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gaagttaata gttttagtgg</w:t>
      </w:r>
    </w:p>
    <w:p w14:paraId="24E7128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4FBDCBC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F40A21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2D96F05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128E5AD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7A3F0CB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FD8C8C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1A9BB94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631FFF6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5D971D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965620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16D689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2D52A42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671301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F4E786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06D30E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7F8E31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322C711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DFAB49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5EE60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50ABD6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8119BF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06995AB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43A5F0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E5D222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4741 ctataaagat tggtcctatt ctggacaatc tacacaacta ggtatagaat ttcttaagag</w:t>
      </w:r>
    </w:p>
    <w:p w14:paraId="25F4275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296AB3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09326E8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6EC761A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71F9FC0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taatttacat gaaggtaaaa cattttatgt tttacctaat gatgacactc tacgtgttga</w:t>
      </w:r>
    </w:p>
    <w:p w14:paraId="1E45EFB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C09CCE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aaaaattgga aatacccaca agttaatggt ttaacttcta ttaaatgggc</w:t>
      </w:r>
    </w:p>
    <w:p w14:paraId="1F06346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4C140FE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38B3FB1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6BB5B00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342FA9C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239032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DEC176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549C78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4A7806B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79A68CA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056F756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1FF8D9C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8C842F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5BE187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8BD1DB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A29CDD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0C9D10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296598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3996142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D8FBB4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E0FE1C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6255E42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141EFAA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0383630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627B463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2E41355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16A865D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55586A2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3BEE6EE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452282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58025EE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6DFF93D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00D87E3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0C6F0AC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1AFD455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7261 tttcagctat tttgcagtac attttattag taattcttgg cttatgtggt taataattaa</w:t>
      </w:r>
    </w:p>
    <w:p w14:paraId="015AFAA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1A4ED68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5D8828C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4B907AE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00C80DB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5C313D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7DD5B0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01F9EFC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6C715C0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53E40FC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6F3DF55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36F9353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117A499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1B65962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233CF78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74F1E9A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7F9EDC6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C794E2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24B9059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691750C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3E820E7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1E7121C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752A8F0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7CBD424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03A37B4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31BD072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BC8D53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22A760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0A37056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7BD6487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66A691C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1F32B6F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77A2D6E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3D1A872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3DC0928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1FC316D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1A4F49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6ED05E8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4AC714F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527C434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042E358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7BC7D54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9781 tctaaagttg cgtagtgatg tgctattacc tcttacgcaa tataatagat acttagctct</w:t>
      </w:r>
    </w:p>
    <w:p w14:paraId="3C4EEE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3B28091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09F19CD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151988C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0FA1943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44BEB10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62995CB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30869AC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taagcttagg gttgatacag ccaatcctaa gacacctaag tataagtttg ttcgcattca</w:t>
      </w:r>
    </w:p>
    <w:p w14:paraId="36ED2E1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440D379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4A1A678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7202B7C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gcacggactt agaaggtaac ttttatggac cttttgttga</w:t>
      </w:r>
    </w:p>
    <w:p w14:paraId="6D51324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5F0361C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1FCA02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23C91D5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7577B35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0C2768B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5EEA28F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5831C9A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091190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01EE500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2E81517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3220420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1A916BD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57E40A6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626EDF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528E023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2CF7B9E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36A4403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564061A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7EEE740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1CE5BA7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342E0D4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65BFB47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067BB72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532E8FF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3C56AC8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6426C70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3EAD887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225A31C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7934574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12301 tttcactatg cttagaaagt tggataatga tgcactcaac aacattatca acaatgcaag</w:t>
      </w:r>
    </w:p>
    <w:p w14:paraId="6804997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1380CC2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4F244D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3EB8727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450B902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67A6E57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08BECFC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1B35668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tactatctat acagaactgg aaccaccttg</w:t>
      </w:r>
    </w:p>
    <w:p w14:paraId="6AA9FD3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1664E49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37A2C0D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79CBAF5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1613B81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0D8AF9E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27A1730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77C5924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718A82D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69CB51E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3811908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14E2C98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aaaggatgaa</w:t>
      </w:r>
    </w:p>
    <w:p w14:paraId="5B59761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12141F7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2908845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46C971C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391E519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5B2C91C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57E05DA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5576710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3BDB798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6DD120C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0AE3671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50F7578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3BE6361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09B57B2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1242518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153D562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D1F921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6F33D6A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32BF2A0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6ABC022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49AC0B3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6837A79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14821 tgttacgatg gtggctgtat taatgctaac caagtcatcg tcaacaacct agacaaatca</w:t>
      </w:r>
    </w:p>
    <w:p w14:paraId="3A24CE1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103A68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741805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5895CB0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059B3CB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2F75ED0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5A134BF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3155E01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4683271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307EF7B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11F306D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3359751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09EEB6A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ctctgacgat</w:t>
      </w:r>
    </w:p>
    <w:p w14:paraId="25E2B5D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0567767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6D37856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0605645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17E604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6E54734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38D7A6C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4426632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0FB7C6B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184EF64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284AEA8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5D14ADC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7D5BE94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4A126E1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4017367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5591243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3C27E3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6156EB9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5E990E7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30CBF84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1C0116A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70CF1AD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5444EAC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72F0350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042E373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7C09EAE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2385DEF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61C84A9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5BE1F23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17341 agattacgtg ctaagcacta tgtgtacatt ggcgaccctg ctcaattacc tgcaccacgc</w:t>
      </w:r>
    </w:p>
    <w:p w14:paraId="0616421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1EF2F80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6A20EAF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0BE222A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7D591B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5E8A1A2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7319DA4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41D7B1A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0AC7482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1A28F7D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30B9830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57E4375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tgtgttgaca tacctggcat acctaaggac</w:t>
      </w:r>
    </w:p>
    <w:p w14:paraId="692B433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3BBD990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73A550E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281E7F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3515A33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1A23166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4F1F215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784F021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A0FED0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2004A95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6DE238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1AA790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29591FD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5B264FF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67D6BC0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33F837B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547DC21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778BD40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4A5305E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6E1699F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741DFFF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3DF148D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6C83930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tgatgcttat aacatgatga tctcagctgg ctttagcttg</w:t>
      </w:r>
    </w:p>
    <w:p w14:paraId="0EAB6AB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612A21A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2859294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7F926CE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2F69A6E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0334A77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160A296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19861 tgttctatga ctgacatagc caagaaacca actgaaacga tttgtgcacc actcactgtc</w:t>
      </w:r>
    </w:p>
    <w:p w14:paraId="1EE2F05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032C2D7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aaggtagtgt taaaggttta caaccatctg taggtcccaa acaagctagt</w:t>
      </w:r>
    </w:p>
    <w:p w14:paraId="50D9674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3F5CE7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6A36FF0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5AE31D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560165D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0EAC020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77D5BC9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5DB12A6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70B5605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793E44D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64E3FEE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19B6446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0069DEA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788FAD5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3AF8F7E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7C4B74B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75C89C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2C22A12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478C3BA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69D8D5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3E81729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0715240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5114FED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2D8111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B9249C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4624B05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gaactcaatt accccctgca tacactaatt ctttcacacg</w:t>
      </w:r>
    </w:p>
    <w:p w14:paraId="088D75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tggtgtttat taccctgaca aagttttcag atcctcagtt ttacattcaa ctcaggactt</w:t>
      </w:r>
    </w:p>
    <w:p w14:paraId="35DB308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gttcttacct ttcttttcca atgttacttg gttccatgct atacatgtct ctgggaccaa</w:t>
      </w:r>
    </w:p>
    <w:p w14:paraId="34E134B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tggtactaag aggtttgcta accctgtcct accatttaat gatggtgttt attttgcttc</w:t>
      </w:r>
    </w:p>
    <w:p w14:paraId="3EAFEE2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cactgagaag tctaacataa taagaggctg gatttttggt actactttag attcgaagac</w:t>
      </w:r>
    </w:p>
    <w:p w14:paraId="7E50254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ccagtcccta cttattgtta ataacgctac taatgttgtt attaaagtct gtgaatttca</w:t>
      </w:r>
    </w:p>
    <w:p w14:paraId="63B42B0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attttgtaat gatccatttt tgggtgttta ttaccacaaa aacaacaaaa gttggatgga</w:t>
      </w:r>
    </w:p>
    <w:p w14:paraId="11E48C8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aagtgagttc agagtttatt ctagtgcgaa taattgcact tttgaatatg tctctcagcc</w:t>
      </w:r>
    </w:p>
    <w:p w14:paraId="07F00C1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ttttcttatg gaccttgaag gaaaacaggg taatttcaaa aatcttaggg aatttgtgtt</w:t>
      </w:r>
    </w:p>
    <w:p w14:paraId="1F0C50D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taagaatatt gatggttatt ttaaaatata ttctaagcac acgcctatta atttagtgcg</w:t>
      </w:r>
    </w:p>
    <w:p w14:paraId="3685AEA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tggtctccct cagggttttt cggctttaga accattggta gatttgccaa taggtattaa</w:t>
      </w:r>
    </w:p>
    <w:p w14:paraId="4189399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tacatagaag ttatttgact cctggtgatt cttcttcagg</w:t>
      </w:r>
    </w:p>
    <w:p w14:paraId="4874482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3000CD4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29CFA66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22381 agaaacaaag tgtacgttga aatccttcac tgtagaaaaa ggaatctatc aaacttctaa</w:t>
      </w:r>
    </w:p>
    <w:p w14:paraId="1E2EE10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077BCB2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ttttggtgaa gtttttaacg ccaccagatt tgcatctgtt tatgcttgga acaggaagag</w:t>
      </w:r>
    </w:p>
    <w:p w14:paraId="332E139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tccgcatcat tttccacttt</w:t>
      </w:r>
    </w:p>
    <w:p w14:paraId="09B2D2C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2C4C582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gtgatgaagt cagacaaatc gctccagggc aaactggaaa</w:t>
      </w:r>
    </w:p>
    <w:p w14:paraId="07DFD8A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186F60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219A2E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aggccggtag</w:t>
      </w:r>
    </w:p>
    <w:p w14:paraId="3303809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cacaccttgt aatggtgtta aaggttttaa ttgttacttt cctttacaat catatggttt</w:t>
      </w:r>
    </w:p>
    <w:p w14:paraId="2869DBB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ccaacccact tatggtgttg gttaccaacc atacagagta gtagtacttt cttttgaact</w:t>
      </w:r>
    </w:p>
    <w:p w14:paraId="001E6BF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2A20F24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4CFC01F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7AE5077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3F5D830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01779E8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650A2AE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aacatgtcaa</w:t>
      </w:r>
    </w:p>
    <w:p w14:paraId="521C31F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1EB68EF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gactaattct cctcggcggg cacgtagtgt agctagtcaa tccatcattg cctacactat</w:t>
      </w:r>
    </w:p>
    <w:p w14:paraId="5C96EA8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gtagaaaatt cagttgctta ctctaataac tctattgcca tacccacaaa</w:t>
      </w:r>
    </w:p>
    <w:p w14:paraId="24B0064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0FEC8A7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00898A9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accgtgcttt aactggaata gctgttgaac aagacaaaaa</w:t>
      </w:r>
    </w:p>
    <w:p w14:paraId="3796B10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ttaaagattt</w:t>
      </w:r>
    </w:p>
    <w:p w14:paraId="2B11274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4C1D227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14C00E3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26EF204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3EB6807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7A6B16F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795C00D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59999B3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aaaatgcaca</w:t>
      </w:r>
    </w:p>
    <w:p w14:paraId="74E455B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ctccaatttt ggtgcaattt caagtgtttt</w:t>
      </w:r>
    </w:p>
    <w:p w14:paraId="76B9F57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570A02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61B9F4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5CBAA1A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7ED8D10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5ED88E7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34DEC55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6145B7C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4AA936D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24901 ttatgatcct ttgcaacctg aattagactc attcaaggag gagttagata aatattttaa</w:t>
      </w:r>
    </w:p>
    <w:p w14:paraId="58A9001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6675381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39F68E7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42C56F6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2B50D23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569E2AA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0CD62C5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0F70EFB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7AA9D41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aagcgcttcc</w:t>
      </w:r>
    </w:p>
    <w:p w14:paraId="603B4E0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ccctcaaaaa gagatggcaa ctagcactct ccaagggtgt tcactttgtt</w:t>
      </w:r>
    </w:p>
    <w:p w14:paraId="5E2E29C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2C04B39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4B69B57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31627BE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2A3739B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ttaggtgatg gcacaacaag tcctatttct</w:t>
      </w:r>
    </w:p>
    <w:p w14:paraId="23ACCB5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3701772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4E444BD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acagacactg gtgttgaaca tgttaccttc ttcatctaca ataaaattgt tgatgagcct</w:t>
      </w:r>
    </w:p>
    <w:p w14:paraId="2D1E2D9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gagtttttaa tccagtaatg</w:t>
      </w:r>
    </w:p>
    <w:p w14:paraId="79C762A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711F887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gaagagacag gtacgttaat agttaatagc</w:t>
      </w:r>
    </w:p>
    <w:p w14:paraId="61C400B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375B8C0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4E188A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ttcttgatct tctggtctaa</w:t>
      </w:r>
    </w:p>
    <w:p w14:paraId="1E98011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486DD32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tgaacaatgg aacctagtaa</w:t>
      </w:r>
    </w:p>
    <w:p w14:paraId="3849465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6E1B8D8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actttagctt</w:t>
      </w:r>
    </w:p>
    <w:p w14:paraId="3210864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3EFC015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64CD8076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tcattcaatc cagaaactaa cattcttctc aacgtgccac</w:t>
      </w:r>
    </w:p>
    <w:p w14:paraId="3AC61EB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5D95F36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5CA79FD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25ABEAC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4F5993F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3A8DC71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6C1A9F5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attatgagga cttttaaagt ttccatttgg aatcttgatt acatcataaa cctcataatt</w:t>
      </w:r>
    </w:p>
    <w:p w14:paraId="545F56A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688BDE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atggagattg attaaacgaa catgaaaatt attcttttct tggcactgat aacactcgct</w:t>
      </w:r>
    </w:p>
    <w:p w14:paraId="58F5A09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621DB7A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27421 ccttgctctt ctggaacata cgagggcaat tcaccatttc atcctctagc tgataacaaa</w:t>
      </w:r>
    </w:p>
    <w:p w14:paraId="291BB83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27761BE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791A0AB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77191FF5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19EBFD5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tctgctattc cttgttttaa ttatgcttat tatcttttgg ttctcacttg</w:t>
      </w:r>
    </w:p>
    <w:p w14:paraId="0D634F9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35F060C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61BD190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2E768CAB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14FF558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228050D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2FA92DA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tatctaaacg aacaaactaa</w:t>
      </w:r>
    </w:p>
    <w:p w14:paraId="084A383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aaatgcaccc cgcattacgt ttggtggacc</w:t>
      </w:r>
    </w:p>
    <w:p w14:paraId="225A6A5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agaacgcagt ggggcgcgat caaaacaacg</w:t>
      </w:r>
    </w:p>
    <w:p w14:paraId="01ADA05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7CEBCC5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7D0B170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2D80186D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2635EB2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7D8C3EE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0855A259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5841EB0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73E1417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cagcagtagg ggaatttctc ctgctagaat ggctggcaat ggcggtgatg ctgctcttgc</w:t>
      </w:r>
    </w:p>
    <w:p w14:paraId="2398F2E8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3DAB7A2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767B36F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6FF9608C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4CF9D691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27A94E5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252E6ADF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00C6A0A4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F0D6CD2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2114ABCE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310FB1E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42291AB3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3DF223D0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0D54B3CA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tggagtacga ttgagtgtac agtga</w:t>
      </w:r>
    </w:p>
    <w:p w14:paraId="0581FBF7" w14:textId="77777777" w:rsidR="00075509" w:rsidRPr="00075509" w:rsidRDefault="00075509" w:rsidP="0007550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7550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B9C950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509"/>
    <w:rsid w:val="00027553"/>
    <w:rsid w:val="0004370C"/>
    <w:rsid w:val="00075509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C95E5A"/>
  <w15:chartTrackingRefBased/>
  <w15:docId w15:val="{C5422E3B-363A-134C-BF81-F4487A73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3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06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95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11039</Words>
  <Characters>62925</Characters>
  <Application>Microsoft Office Word</Application>
  <DocSecurity>0</DocSecurity>
  <Lines>524</Lines>
  <Paragraphs>147</Paragraphs>
  <ScaleCrop>false</ScaleCrop>
  <Company/>
  <LinksUpToDate>false</LinksUpToDate>
  <CharactersWithSpaces>73817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2023-03-16T07:18:00Z</dcterms:created>
  <dcterms:modified xsi:type="dcterms:W3CDTF">2023-03-16T07:19:00Z</dcterms:modified>
</cp:coreProperties>
</file>